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3DFD" w:rsidRDefault="00D43DFD">
      <w:bookmarkStart w:id="0" w:name="_GoBack"/>
      <w:bookmarkEnd w:id="0"/>
    </w:p>
    <w:p w:rsidR="00F14BB0" w:rsidRPr="005773FF" w:rsidRDefault="005773FF" w:rsidP="009A6F68">
      <w:pPr>
        <w:suppressAutoHyphens w:val="0"/>
        <w:spacing w:after="0" w:line="256" w:lineRule="auto"/>
        <w:ind w:right="-766"/>
        <w:jc w:val="left"/>
        <w:rPr>
          <w:color w:val="2E74B5"/>
          <w:sz w:val="26"/>
          <w:lang w:val="en-US"/>
        </w:rPr>
      </w:pPr>
      <w:r w:rsidRPr="005773FF">
        <w:rPr>
          <w:color w:val="2E74B5"/>
          <w:sz w:val="26"/>
          <w:lang w:val="el-GR"/>
        </w:rPr>
        <w:t xml:space="preserve">Α1.2. </w:t>
      </w:r>
      <w:proofErr w:type="spellStart"/>
      <w:r w:rsidRPr="005773FF">
        <w:rPr>
          <w:color w:val="2E74B5"/>
          <w:sz w:val="26"/>
          <w:lang w:val="el-GR"/>
        </w:rPr>
        <w:t>Drone</w:t>
      </w:r>
      <w:proofErr w:type="spellEnd"/>
      <w:r w:rsidRPr="005773FF">
        <w:rPr>
          <w:color w:val="2E74B5"/>
          <w:sz w:val="26"/>
          <w:lang w:val="el-GR"/>
        </w:rPr>
        <w:t xml:space="preserve"> χαρτογράφησης με θερμική κάμερα και τηλεχειριστήριο. (ιπτάμενο μη επανδρωμένο χαρτογραφικό) </w:t>
      </w:r>
      <w:r>
        <w:rPr>
          <w:color w:val="2E74B5"/>
          <w:sz w:val="26"/>
          <w:lang w:val="en-US"/>
        </w:rPr>
        <w:t>(</w:t>
      </w:r>
      <w:r w:rsidRPr="005773FF">
        <w:rPr>
          <w:color w:val="2E74B5"/>
          <w:sz w:val="26"/>
          <w:lang w:val="el-GR"/>
        </w:rPr>
        <w:t>Β.1</w:t>
      </w:r>
      <w:r>
        <w:rPr>
          <w:color w:val="2E74B5"/>
          <w:sz w:val="26"/>
          <w:lang w:val="en-US"/>
        </w:rPr>
        <w:t>)</w:t>
      </w:r>
    </w:p>
    <w:p w:rsidR="00115F5C" w:rsidRDefault="00115F5C" w:rsidP="00115F5C">
      <w:pPr>
        <w:spacing w:after="80" w:line="256" w:lineRule="auto"/>
        <w:jc w:val="left"/>
        <w:rPr>
          <w:lang w:val="el-GR"/>
        </w:rPr>
      </w:pPr>
      <w:r>
        <w:rPr>
          <w:rFonts w:ascii="Times New Roman" w:hAnsi="Times New Roman" w:cs="Times New Roman"/>
          <w:lang w:val="el-GR"/>
        </w:rPr>
        <w:t xml:space="preserve"> </w:t>
      </w:r>
    </w:p>
    <w:tbl>
      <w:tblPr>
        <w:tblW w:w="7240" w:type="dxa"/>
        <w:jc w:val="center"/>
        <w:tblLook w:val="04A0" w:firstRow="1" w:lastRow="0" w:firstColumn="1" w:lastColumn="0" w:noHBand="0" w:noVBand="1"/>
      </w:tblPr>
      <w:tblGrid>
        <w:gridCol w:w="1057"/>
        <w:gridCol w:w="2697"/>
        <w:gridCol w:w="1080"/>
        <w:gridCol w:w="1122"/>
        <w:gridCol w:w="1284"/>
      </w:tblGrid>
      <w:tr w:rsidR="007E3E6A" w:rsidRPr="007E3E6A" w:rsidTr="007E3E6A">
        <w:trPr>
          <w:trHeight w:val="1170"/>
          <w:jc w:val="center"/>
        </w:trPr>
        <w:tc>
          <w:tcPr>
            <w:tcW w:w="724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DD6EE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Α1.2. </w:t>
            </w:r>
            <w:proofErr w:type="spellStart"/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Drone</w:t>
            </w:r>
            <w:proofErr w:type="spellEnd"/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χαρτογράφησης με θερμική κάμερα και τηλεχειριστήριο. (ιπτάμενο μη επανδρωμένο χαρτογραφικό) </w:t>
            </w:r>
          </w:p>
        </w:tc>
      </w:tr>
      <w:tr w:rsidR="007E3E6A" w:rsidRPr="007E3E6A" w:rsidTr="007E3E6A">
        <w:trPr>
          <w:trHeight w:val="765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ΑΝΑΛΥΤΙΚΗ ΠΕΡΙΓΡΑΦΗ ΠΡΟΔΙΑΓΡΑΦΩΝ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ΑΠΑΙΤΗΣΗ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ΑΠΑΝΤΗΣΗ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9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ΠΑΡΑΠΟΜΠΗ</w:t>
            </w:r>
          </w:p>
        </w:tc>
      </w:tr>
      <w:tr w:rsidR="007E3E6A" w:rsidRPr="007E3E6A" w:rsidTr="007E3E6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(α)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(β)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(γ)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(δ)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(ε)</w:t>
            </w:r>
          </w:p>
        </w:tc>
      </w:tr>
      <w:tr w:rsidR="007E3E6A" w:rsidRPr="007E3E6A" w:rsidTr="007E3E6A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Γενικά Χαρακτηριστικά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E3E6A" w:rsidRPr="007E3E6A" w:rsidTr="007E3E6A">
        <w:trPr>
          <w:trHeight w:val="1740"/>
          <w:jc w:val="center"/>
        </w:trPr>
        <w:tc>
          <w:tcPr>
            <w:tcW w:w="1080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Συμπαγές σχήμα σε αναδίπλωση για εύκολη μεταφορά με διαστάσεις 221×96.3×90.3 </w:t>
            </w:r>
            <w:proofErr w:type="spellStart"/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ενώ σε πλήρη έκταση οι διαστάσεις του είναι 347.5×283×107.7 </w:t>
            </w:r>
            <w:proofErr w:type="spellStart"/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mm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ΝΑΙ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  <w:tr w:rsidR="007E3E6A" w:rsidRPr="007E3E6A" w:rsidTr="007E3E6A">
        <w:trPr>
          <w:trHeight w:val="130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Ποσότητα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7E3E6A" w:rsidRPr="007E3E6A" w:rsidRDefault="007E3E6A" w:rsidP="007E3E6A">
            <w:pPr>
              <w:suppressAutoHyphens w:val="0"/>
              <w:spacing w:after="0"/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</w:pPr>
            <w:r w:rsidRPr="007E3E6A">
              <w:rPr>
                <w:rFonts w:ascii="Tahoma" w:hAnsi="Tahoma" w:cs="Tahoma"/>
                <w:color w:val="000000"/>
                <w:sz w:val="18"/>
                <w:szCs w:val="18"/>
                <w:lang w:val="el-GR" w:eastAsia="el-GR"/>
              </w:rPr>
              <w:t xml:space="preserve"> </w:t>
            </w:r>
          </w:p>
        </w:tc>
      </w:tr>
    </w:tbl>
    <w:p w:rsidR="00115F5C" w:rsidRDefault="00115F5C" w:rsidP="00115F5C">
      <w:pPr>
        <w:ind w:left="-709" w:right="-199"/>
      </w:pPr>
    </w:p>
    <w:sectPr w:rsidR="00115F5C">
      <w:foot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070" w:rsidRDefault="000B0070" w:rsidP="000B0070">
      <w:pPr>
        <w:spacing w:after="0"/>
      </w:pPr>
      <w:r>
        <w:separator/>
      </w:r>
    </w:p>
  </w:endnote>
  <w:endnote w:type="continuationSeparator" w:id="0">
    <w:p w:rsidR="000B0070" w:rsidRDefault="000B0070" w:rsidP="000B00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2408188"/>
      <w:docPartObj>
        <w:docPartGallery w:val="Page Numbers (Bottom of Page)"/>
        <w:docPartUnique/>
      </w:docPartObj>
    </w:sdtPr>
    <w:sdtContent>
      <w:p w:rsidR="000B0070" w:rsidRDefault="000B007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B0070">
          <w:rPr>
            <w:noProof/>
            <w:lang w:val="el-GR"/>
          </w:rPr>
          <w:t>1</w:t>
        </w:r>
        <w:r>
          <w:fldChar w:fldCharType="end"/>
        </w:r>
      </w:p>
    </w:sdtContent>
  </w:sdt>
  <w:p w:rsidR="000B0070" w:rsidRDefault="000B00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070" w:rsidRDefault="000B0070" w:rsidP="000B0070">
      <w:pPr>
        <w:spacing w:after="0"/>
      </w:pPr>
      <w:r>
        <w:separator/>
      </w:r>
    </w:p>
  </w:footnote>
  <w:footnote w:type="continuationSeparator" w:id="0">
    <w:p w:rsidR="000B0070" w:rsidRDefault="000B0070" w:rsidP="000B007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81"/>
    <w:rsid w:val="000B0070"/>
    <w:rsid w:val="00115F5C"/>
    <w:rsid w:val="0024151E"/>
    <w:rsid w:val="005773FF"/>
    <w:rsid w:val="007C3968"/>
    <w:rsid w:val="007E3E6A"/>
    <w:rsid w:val="009A6F68"/>
    <w:rsid w:val="00A46F6A"/>
    <w:rsid w:val="00D43DFD"/>
    <w:rsid w:val="00F14BB0"/>
    <w:rsid w:val="00F55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46FC69-FC12-43B8-A1EF-A716C67B1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F5C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withoutspacing">
    <w:name w:val="normal_without_spacing"/>
    <w:basedOn w:val="a"/>
    <w:rsid w:val="00115F5C"/>
    <w:pPr>
      <w:spacing w:after="60"/>
    </w:pPr>
    <w:rPr>
      <w:lang w:val="el-GR"/>
    </w:rPr>
  </w:style>
  <w:style w:type="paragraph" w:styleId="a3">
    <w:name w:val="header"/>
    <w:basedOn w:val="a"/>
    <w:link w:val="Char"/>
    <w:uiPriority w:val="99"/>
    <w:unhideWhenUsed/>
    <w:rsid w:val="000B0070"/>
    <w:pPr>
      <w:tabs>
        <w:tab w:val="center" w:pos="4153"/>
        <w:tab w:val="right" w:pos="8306"/>
      </w:tabs>
      <w:spacing w:after="0"/>
    </w:pPr>
  </w:style>
  <w:style w:type="character" w:customStyle="1" w:styleId="Char">
    <w:name w:val="Κεφαλίδα Char"/>
    <w:basedOn w:val="a0"/>
    <w:link w:val="a3"/>
    <w:uiPriority w:val="99"/>
    <w:rsid w:val="000B0070"/>
    <w:rPr>
      <w:rFonts w:ascii="Calibri" w:eastAsia="Times New Roman" w:hAnsi="Calibri" w:cs="Calibri"/>
      <w:szCs w:val="24"/>
      <w:lang w:val="en-GB" w:eastAsia="zh-CN"/>
    </w:rPr>
  </w:style>
  <w:style w:type="paragraph" w:styleId="a4">
    <w:name w:val="footer"/>
    <w:basedOn w:val="a"/>
    <w:link w:val="Char0"/>
    <w:uiPriority w:val="99"/>
    <w:unhideWhenUsed/>
    <w:rsid w:val="000B0070"/>
    <w:pPr>
      <w:tabs>
        <w:tab w:val="center" w:pos="4153"/>
        <w:tab w:val="right" w:pos="8306"/>
      </w:tabs>
      <w:spacing w:after="0"/>
    </w:pPr>
  </w:style>
  <w:style w:type="character" w:customStyle="1" w:styleId="Char0">
    <w:name w:val="Υποσέλιδο Char"/>
    <w:basedOn w:val="a0"/>
    <w:link w:val="a4"/>
    <w:uiPriority w:val="99"/>
    <w:rsid w:val="000B0070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2AAD2DEB</Template>
  <TotalTime>3</TotalTime>
  <Pages>1</Pages>
  <Words>79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2025-04-14T06:12:00Z</dcterms:created>
  <dcterms:modified xsi:type="dcterms:W3CDTF">2025-04-22T06:08:00Z</dcterms:modified>
</cp:coreProperties>
</file>