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115F5C" w:rsidRPr="00B23F5E" w:rsidRDefault="00115F5C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 xml:space="preserve">Πίνακας Συμμόρφωσης είδους: </w:t>
      </w:r>
      <w:r w:rsidR="009A6F68" w:rsidRPr="009A6F68">
        <w:rPr>
          <w:color w:val="2E74B5"/>
          <w:sz w:val="26"/>
          <w:lang w:val="el-GR"/>
        </w:rPr>
        <w:t>ΕΞ1. Εναλλακτικό πληκτρολόγιο μεγάλων πλήκτρων</w:t>
      </w:r>
      <w:r w:rsidR="00B23F5E" w:rsidRPr="00B23F5E">
        <w:rPr>
          <w:color w:val="2E74B5"/>
          <w:sz w:val="26"/>
          <w:lang w:val="el-GR"/>
        </w:rPr>
        <w:t xml:space="preserve"> </w:t>
      </w:r>
      <w:r w:rsidR="00B23F5E">
        <w:rPr>
          <w:color w:val="2E74B5"/>
          <w:sz w:val="26"/>
          <w:lang w:val="el-GR"/>
        </w:rPr>
        <w:t>(Α1)</w:t>
      </w:r>
    </w:p>
    <w:p w:rsidR="00F14BB0" w:rsidRDefault="00F14BB0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</w:p>
    <w:tbl>
      <w:tblPr>
        <w:tblW w:w="7912" w:type="dxa"/>
        <w:jc w:val="center"/>
        <w:tblLook w:val="04A0" w:firstRow="1" w:lastRow="0" w:firstColumn="1" w:lastColumn="0" w:noHBand="0" w:noVBand="1"/>
      </w:tblPr>
      <w:tblGrid>
        <w:gridCol w:w="1124"/>
        <w:gridCol w:w="3261"/>
        <w:gridCol w:w="1080"/>
        <w:gridCol w:w="1122"/>
        <w:gridCol w:w="1325"/>
      </w:tblGrid>
      <w:tr w:rsidR="00F14BB0" w:rsidRPr="00282961" w:rsidTr="00F14BB0">
        <w:trPr>
          <w:trHeight w:val="600"/>
          <w:jc w:val="center"/>
        </w:trPr>
        <w:tc>
          <w:tcPr>
            <w:tcW w:w="79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ΕΙΔΟΣ ΕΞ1. Εναλλακτικό πληκτρολόγιο μεγάλων πλήκτρων</w:t>
            </w:r>
          </w:p>
        </w:tc>
      </w:tr>
      <w:tr w:rsidR="00F14BB0" w:rsidRPr="00F14BB0" w:rsidTr="00437026">
        <w:trPr>
          <w:trHeight w:val="996"/>
          <w:jc w:val="center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ΑΠΑΙΤΗΣΗ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ΑΠΑΝΤΗΣΗ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ΠΑΡΑΠΟΜΠΗ</w:t>
            </w:r>
          </w:p>
        </w:tc>
      </w:tr>
      <w:tr w:rsidR="00F14BB0" w:rsidRPr="00F14BB0" w:rsidTr="00F14BB0">
        <w:trPr>
          <w:trHeight w:val="330"/>
          <w:jc w:val="center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(α)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(γ)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(δ)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(ε)</w:t>
            </w:r>
          </w:p>
        </w:tc>
      </w:tr>
      <w:tr w:rsidR="00F14BB0" w:rsidRPr="00F14BB0" w:rsidTr="00F14BB0">
        <w:trPr>
          <w:trHeight w:val="330"/>
          <w:jc w:val="center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7C3968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Α/Α</w:t>
            </w:r>
            <w:r w:rsidR="00F14BB0" w:rsidRPr="00F14BB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F14BB0">
              <w:rPr>
                <w:rFonts w:ascii="Tahoma" w:eastAsia="DengXi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Γενικά</w:t>
            </w:r>
            <w:proofErr w:type="spellEnd"/>
            <w:r w:rsidRPr="00F14BB0">
              <w:rPr>
                <w:rFonts w:ascii="Tahoma" w:eastAsia="DengXi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 xml:space="preserve"> Χαρα</w:t>
            </w:r>
            <w:proofErr w:type="spellStart"/>
            <w:r w:rsidRPr="00F14BB0">
              <w:rPr>
                <w:rFonts w:ascii="Tahoma" w:eastAsia="DengXi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>κτηριστικά</w:t>
            </w:r>
            <w:proofErr w:type="spellEnd"/>
            <w:r w:rsidRPr="00F14BB0">
              <w:rPr>
                <w:rFonts w:ascii="Tahoma" w:eastAsia="DengXi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b/>
                <w:bCs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</w:tr>
      <w:tr w:rsidR="00F14BB0" w:rsidRPr="00F14BB0" w:rsidTr="00F14BB0">
        <w:trPr>
          <w:trHeight w:val="1465"/>
          <w:jc w:val="center"/>
        </w:trPr>
        <w:tc>
          <w:tcPr>
            <w:tcW w:w="11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Πληκτρολόγιο μεγάλων πλήκτρων. Πληκτρολόγιο με περιορισμένο πλήθος πλήκτρων (67) ώστε να μη διασπάται η προσοχή του χρήστη και να εστιάζεται στα πλέον χρησιμοποιούμενα πλήκτρα.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</w:tr>
      <w:tr w:rsidR="00F14BB0" w:rsidRPr="00F14BB0" w:rsidTr="00F14BB0">
        <w:trPr>
          <w:trHeight w:val="1245"/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 πλήκτρα έχουν περίπου τετραπλάσιο μέγεθος σε σχέση με αυτά των συμβατικών πληκτρολογίων ώστε να είναι ευδιάκριτα και να είναι ευκολότερη η πρόσβαση σε αυτά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 xml:space="preserve"> </w:t>
            </w:r>
          </w:p>
        </w:tc>
      </w:tr>
      <w:tr w:rsidR="00F14BB0" w:rsidRPr="00F14BB0" w:rsidTr="00F14BB0">
        <w:trPr>
          <w:trHeight w:val="540"/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Συμβατό με Microsoft Windows.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ΝΑΙ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14BB0" w:rsidRPr="00F14BB0" w:rsidTr="00F14BB0">
        <w:trPr>
          <w:trHeight w:val="330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Διεπαφή</w:t>
            </w:r>
            <w:proofErr w:type="spellEnd"/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 xml:space="preserve"> τύπου USB.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14BB0" w:rsidRPr="00F14BB0" w:rsidTr="00F14BB0">
        <w:trPr>
          <w:trHeight w:val="1095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 xml:space="preserve">Συνοδεύεται από έναν οδηγό πλήκτρων (πλέγμα απομόνωσης πλήκτρων) που αποτρέπει τον ακούσιο </w:t>
            </w:r>
            <w:proofErr w:type="spellStart"/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πληκτρισμό</w:t>
            </w:r>
            <w:proofErr w:type="spellEnd"/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F14BB0" w:rsidRPr="00F14BB0" w:rsidTr="00F14BB0">
        <w:trPr>
          <w:trHeight w:val="330"/>
          <w:jc w:val="center"/>
        </w:trPr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 xml:space="preserve"> Ποσότητα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F14BB0" w:rsidRPr="00F14BB0" w:rsidRDefault="00F14BB0" w:rsidP="00F14BB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14BB0">
              <w:rPr>
                <w:rFonts w:ascii="Tahoma" w:eastAsia="DengXian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p w:rsidR="00115F5C" w:rsidRDefault="00115F5C" w:rsidP="00115F5C">
      <w:pPr>
        <w:ind w:left="-709" w:right="-199"/>
      </w:pPr>
    </w:p>
    <w:sectPr w:rsidR="00115F5C" w:rsidSect="00282961">
      <w:footerReference w:type="default" r:id="rId6"/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961" w:rsidRDefault="00282961" w:rsidP="00282961">
      <w:pPr>
        <w:spacing w:after="0"/>
      </w:pPr>
      <w:r>
        <w:separator/>
      </w:r>
    </w:p>
  </w:endnote>
  <w:endnote w:type="continuationSeparator" w:id="0">
    <w:p w:rsidR="00282961" w:rsidRDefault="00282961" w:rsidP="002829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9226973"/>
      <w:docPartObj>
        <w:docPartGallery w:val="Page Numbers (Bottom of Page)"/>
        <w:docPartUnique/>
      </w:docPartObj>
    </w:sdtPr>
    <w:sdtContent>
      <w:p w:rsidR="00282961" w:rsidRDefault="002829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026" w:rsidRPr="00437026">
          <w:rPr>
            <w:noProof/>
            <w:lang w:val="el-GR"/>
          </w:rPr>
          <w:t>1</w:t>
        </w:r>
        <w:r>
          <w:fldChar w:fldCharType="end"/>
        </w:r>
      </w:p>
    </w:sdtContent>
  </w:sdt>
  <w:p w:rsidR="00282961" w:rsidRDefault="0028296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961" w:rsidRDefault="00282961" w:rsidP="00282961">
      <w:pPr>
        <w:spacing w:after="0"/>
      </w:pPr>
      <w:r>
        <w:separator/>
      </w:r>
    </w:p>
  </w:footnote>
  <w:footnote w:type="continuationSeparator" w:id="0">
    <w:p w:rsidR="00282961" w:rsidRDefault="00282961" w:rsidP="002829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17A0"/>
    <w:rsid w:val="00115F5C"/>
    <w:rsid w:val="0024151E"/>
    <w:rsid w:val="00282961"/>
    <w:rsid w:val="00437026"/>
    <w:rsid w:val="00493583"/>
    <w:rsid w:val="007C3968"/>
    <w:rsid w:val="009A6F68"/>
    <w:rsid w:val="00B23F5E"/>
    <w:rsid w:val="00D43DFD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282961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282961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282961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282961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19DEF92C</Template>
  <TotalTime>0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2025-04-10T11:42:00Z</dcterms:created>
  <dcterms:modified xsi:type="dcterms:W3CDTF">2025-04-17T09:59:00Z</dcterms:modified>
</cp:coreProperties>
</file>